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44" w:rsidRPr="00D43044" w:rsidRDefault="00D43044" w:rsidP="00D43044">
      <w:pPr>
        <w:rPr>
          <w:b/>
        </w:rPr>
      </w:pPr>
      <w:bookmarkStart w:id="0" w:name="_GoBack"/>
      <w:bookmarkEnd w:id="0"/>
      <w:proofErr w:type="spellStart"/>
      <w:r w:rsidRPr="00D43044">
        <w:rPr>
          <w:b/>
        </w:rPr>
        <w:t>Aspektorientiertes</w:t>
      </w:r>
      <w:proofErr w:type="spellEnd"/>
      <w:r w:rsidRPr="00D43044">
        <w:rPr>
          <w:b/>
        </w:rPr>
        <w:t xml:space="preserve"> Interpretieren – Dialogstruktur</w:t>
      </w:r>
      <w:r w:rsidR="002D2EBC">
        <w:rPr>
          <w:b/>
        </w:rPr>
        <w:t>/</w:t>
      </w:r>
      <w:r w:rsidRPr="00D43044">
        <w:rPr>
          <w:b/>
        </w:rPr>
        <w:t>Dialoganalyse</w:t>
      </w:r>
    </w:p>
    <w:p w:rsidR="00D43044" w:rsidRPr="00D43044" w:rsidRDefault="00D43044" w:rsidP="00D43044">
      <w:pPr>
        <w:rPr>
          <w:b/>
        </w:rPr>
      </w:pPr>
    </w:p>
    <w:p w:rsidR="00D43044" w:rsidRPr="00C91AD3" w:rsidRDefault="00C91AD3" w:rsidP="00D43044">
      <w:pPr>
        <w:rPr>
          <w:u w:val="single"/>
        </w:rPr>
      </w:pPr>
      <w:r w:rsidRPr="00C91AD3">
        <w:rPr>
          <w:u w:val="single"/>
        </w:rPr>
        <w:t>Aufgabenblatt 1</w:t>
      </w:r>
    </w:p>
    <w:p w:rsidR="00D43044" w:rsidRDefault="00D43044" w:rsidP="00D43044"/>
    <w:p w:rsidR="0006702D" w:rsidRDefault="0006702D" w:rsidP="00D43044"/>
    <w:p w:rsidR="0006702D" w:rsidRDefault="0006702D" w:rsidP="00D43044">
      <w:r>
        <w:t>Gruppe 1</w:t>
      </w:r>
    </w:p>
    <w:p w:rsidR="009E04E8" w:rsidRDefault="009E04E8" w:rsidP="00D43044"/>
    <w:p w:rsidR="009E04E8" w:rsidRDefault="009E04E8" w:rsidP="009E04E8">
      <w:pPr>
        <w:rPr>
          <w:b/>
        </w:rPr>
      </w:pPr>
      <w:r>
        <w:rPr>
          <w:b/>
        </w:rPr>
        <w:t>Welche Faktoren sind für eine gelingende Kommunikation wichtig</w:t>
      </w:r>
      <w:r w:rsidRPr="002B4BEE">
        <w:rPr>
          <w:b/>
        </w:rPr>
        <w:t>?</w:t>
      </w:r>
    </w:p>
    <w:p w:rsidR="00C91AD3" w:rsidRDefault="00C91AD3" w:rsidP="00D43044">
      <w:pPr>
        <w:rPr>
          <w:b/>
        </w:rPr>
      </w:pPr>
    </w:p>
    <w:tbl>
      <w:tblPr>
        <w:tblStyle w:val="Tabellen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91AD3" w:rsidRPr="00C91AD3" w:rsidTr="007B2EC8">
        <w:tc>
          <w:tcPr>
            <w:tcW w:w="9778" w:type="dxa"/>
          </w:tcPr>
          <w:p w:rsidR="00C91AD3" w:rsidRPr="00C91AD3" w:rsidRDefault="00C91AD3" w:rsidP="00D90133">
            <w:pPr>
              <w:rPr>
                <w:b/>
              </w:rPr>
            </w:pPr>
          </w:p>
        </w:tc>
      </w:tr>
      <w:tr w:rsidR="00C91AD3" w:rsidRPr="00C91AD3" w:rsidTr="007B2EC8">
        <w:tc>
          <w:tcPr>
            <w:tcW w:w="9778" w:type="dxa"/>
          </w:tcPr>
          <w:p w:rsidR="00C91AD3" w:rsidRPr="00C91AD3" w:rsidRDefault="00C91AD3" w:rsidP="00D90133">
            <w:pPr>
              <w:rPr>
                <w:b/>
              </w:rPr>
            </w:pPr>
          </w:p>
        </w:tc>
      </w:tr>
      <w:tr w:rsidR="00C91AD3" w:rsidRPr="00C91AD3" w:rsidTr="007B2EC8">
        <w:tc>
          <w:tcPr>
            <w:tcW w:w="9778" w:type="dxa"/>
          </w:tcPr>
          <w:p w:rsidR="00C91AD3" w:rsidRPr="00C91AD3" w:rsidRDefault="00C91AD3" w:rsidP="00D90133">
            <w:pPr>
              <w:rPr>
                <w:b/>
              </w:rPr>
            </w:pPr>
          </w:p>
        </w:tc>
      </w:tr>
      <w:tr w:rsidR="00C91AD3" w:rsidRPr="00C91AD3" w:rsidTr="007B2EC8">
        <w:tc>
          <w:tcPr>
            <w:tcW w:w="9778" w:type="dxa"/>
          </w:tcPr>
          <w:p w:rsidR="00C91AD3" w:rsidRPr="00C91AD3" w:rsidRDefault="00C91AD3" w:rsidP="00D90133">
            <w:pPr>
              <w:rPr>
                <w:b/>
              </w:rPr>
            </w:pPr>
          </w:p>
        </w:tc>
      </w:tr>
      <w:tr w:rsidR="00C91AD3" w:rsidRPr="00C91AD3" w:rsidTr="007B2EC8">
        <w:tc>
          <w:tcPr>
            <w:tcW w:w="9778" w:type="dxa"/>
          </w:tcPr>
          <w:p w:rsidR="00C91AD3" w:rsidRPr="00C91AD3" w:rsidRDefault="00C91AD3" w:rsidP="00D90133">
            <w:pPr>
              <w:rPr>
                <w:b/>
              </w:rPr>
            </w:pPr>
          </w:p>
        </w:tc>
      </w:tr>
      <w:tr w:rsidR="00C91AD3" w:rsidRPr="00C91AD3" w:rsidTr="007B2EC8">
        <w:tc>
          <w:tcPr>
            <w:tcW w:w="9778" w:type="dxa"/>
          </w:tcPr>
          <w:p w:rsidR="00C91AD3" w:rsidRPr="00C91AD3" w:rsidRDefault="00C91AD3" w:rsidP="00D90133">
            <w:pPr>
              <w:rPr>
                <w:b/>
              </w:rPr>
            </w:pPr>
          </w:p>
        </w:tc>
      </w:tr>
      <w:tr w:rsidR="00C91AD3" w:rsidRPr="00C91AD3" w:rsidTr="007B2EC8">
        <w:tc>
          <w:tcPr>
            <w:tcW w:w="9778" w:type="dxa"/>
          </w:tcPr>
          <w:p w:rsidR="00C91AD3" w:rsidRPr="00C91AD3" w:rsidRDefault="00C91AD3" w:rsidP="00D90133">
            <w:pPr>
              <w:rPr>
                <w:b/>
              </w:rPr>
            </w:pPr>
          </w:p>
        </w:tc>
      </w:tr>
      <w:tr w:rsidR="00C91AD3" w:rsidRPr="00C91AD3" w:rsidTr="007B2EC8">
        <w:tc>
          <w:tcPr>
            <w:tcW w:w="9778" w:type="dxa"/>
          </w:tcPr>
          <w:p w:rsidR="00C91AD3" w:rsidRPr="00C91AD3" w:rsidRDefault="00C91AD3" w:rsidP="00D90133">
            <w:pPr>
              <w:rPr>
                <w:b/>
              </w:rPr>
            </w:pPr>
          </w:p>
        </w:tc>
      </w:tr>
    </w:tbl>
    <w:p w:rsidR="00D43044" w:rsidRDefault="00D43044" w:rsidP="00D43044">
      <w:pPr>
        <w:rPr>
          <w:b/>
        </w:rPr>
      </w:pPr>
    </w:p>
    <w:p w:rsidR="0006702D" w:rsidRDefault="0006702D" w:rsidP="00D43044">
      <w:r>
        <w:t>Gruppe 2</w:t>
      </w:r>
    </w:p>
    <w:p w:rsidR="008D0CF0" w:rsidRDefault="008D0CF0" w:rsidP="00D43044"/>
    <w:p w:rsidR="00D43044" w:rsidRDefault="00D43044" w:rsidP="00D43044">
      <w:pPr>
        <w:rPr>
          <w:b/>
        </w:rPr>
      </w:pPr>
      <w:r w:rsidRPr="00D43044">
        <w:rPr>
          <w:b/>
        </w:rPr>
        <w:t>Was könnten mögliche Störfaktoren für eine gelungene Kommunikation sein</w:t>
      </w:r>
      <w:r>
        <w:rPr>
          <w:b/>
        </w:rPr>
        <w:t>?</w:t>
      </w:r>
    </w:p>
    <w:p w:rsidR="00C91AD3" w:rsidRDefault="00C91AD3" w:rsidP="00D43044">
      <w:pPr>
        <w:rPr>
          <w:b/>
        </w:rPr>
      </w:pPr>
    </w:p>
    <w:tbl>
      <w:tblPr>
        <w:tblStyle w:val="Tabellenraster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91AD3" w:rsidTr="007B2EC8">
        <w:tc>
          <w:tcPr>
            <w:tcW w:w="9778" w:type="dxa"/>
          </w:tcPr>
          <w:p w:rsidR="00C91AD3" w:rsidRDefault="00C91AD3" w:rsidP="00D43044">
            <w:pPr>
              <w:rPr>
                <w:b/>
              </w:rPr>
            </w:pPr>
          </w:p>
        </w:tc>
      </w:tr>
      <w:tr w:rsidR="00C91AD3" w:rsidTr="007B2EC8">
        <w:tc>
          <w:tcPr>
            <w:tcW w:w="9778" w:type="dxa"/>
          </w:tcPr>
          <w:p w:rsidR="00C91AD3" w:rsidRDefault="00C91AD3" w:rsidP="00D43044">
            <w:pPr>
              <w:rPr>
                <w:b/>
              </w:rPr>
            </w:pPr>
          </w:p>
        </w:tc>
      </w:tr>
      <w:tr w:rsidR="00C91AD3" w:rsidTr="007B2EC8">
        <w:tc>
          <w:tcPr>
            <w:tcW w:w="9778" w:type="dxa"/>
          </w:tcPr>
          <w:p w:rsidR="00C91AD3" w:rsidRDefault="00C91AD3" w:rsidP="00D43044">
            <w:pPr>
              <w:rPr>
                <w:b/>
              </w:rPr>
            </w:pPr>
          </w:p>
        </w:tc>
      </w:tr>
      <w:tr w:rsidR="00C91AD3" w:rsidTr="007B2EC8">
        <w:tc>
          <w:tcPr>
            <w:tcW w:w="9778" w:type="dxa"/>
          </w:tcPr>
          <w:p w:rsidR="00C91AD3" w:rsidRDefault="00C91AD3" w:rsidP="00D43044">
            <w:pPr>
              <w:rPr>
                <w:b/>
              </w:rPr>
            </w:pPr>
          </w:p>
        </w:tc>
      </w:tr>
      <w:tr w:rsidR="00C91AD3" w:rsidTr="007B2EC8">
        <w:tc>
          <w:tcPr>
            <w:tcW w:w="9778" w:type="dxa"/>
          </w:tcPr>
          <w:p w:rsidR="00C91AD3" w:rsidRDefault="00C91AD3" w:rsidP="00D43044">
            <w:pPr>
              <w:rPr>
                <w:b/>
              </w:rPr>
            </w:pPr>
          </w:p>
        </w:tc>
      </w:tr>
      <w:tr w:rsidR="00C91AD3" w:rsidTr="007B2EC8">
        <w:tc>
          <w:tcPr>
            <w:tcW w:w="9778" w:type="dxa"/>
          </w:tcPr>
          <w:p w:rsidR="00C91AD3" w:rsidRDefault="00C91AD3" w:rsidP="00D43044">
            <w:pPr>
              <w:rPr>
                <w:b/>
              </w:rPr>
            </w:pPr>
          </w:p>
        </w:tc>
      </w:tr>
      <w:tr w:rsidR="00C91AD3" w:rsidTr="007B2EC8">
        <w:tc>
          <w:tcPr>
            <w:tcW w:w="9778" w:type="dxa"/>
          </w:tcPr>
          <w:p w:rsidR="00C91AD3" w:rsidRDefault="00C91AD3" w:rsidP="00D43044">
            <w:pPr>
              <w:rPr>
                <w:b/>
              </w:rPr>
            </w:pPr>
          </w:p>
        </w:tc>
      </w:tr>
      <w:tr w:rsidR="00C91AD3" w:rsidTr="007B2EC8">
        <w:tc>
          <w:tcPr>
            <w:tcW w:w="9778" w:type="dxa"/>
          </w:tcPr>
          <w:p w:rsidR="00C91AD3" w:rsidRDefault="00C91AD3" w:rsidP="00D43044">
            <w:pPr>
              <w:rPr>
                <w:b/>
              </w:rPr>
            </w:pPr>
          </w:p>
        </w:tc>
      </w:tr>
    </w:tbl>
    <w:p w:rsidR="00C91AD3" w:rsidRDefault="00C91AD3" w:rsidP="00D43044">
      <w:pPr>
        <w:rPr>
          <w:b/>
        </w:rPr>
      </w:pPr>
    </w:p>
    <w:p w:rsidR="00C91AD3" w:rsidRDefault="00C91AD3" w:rsidP="00D43044">
      <w:pPr>
        <w:rPr>
          <w:b/>
        </w:rPr>
      </w:pPr>
    </w:p>
    <w:p w:rsidR="00C91AD3" w:rsidRDefault="00C91AD3" w:rsidP="00D43044">
      <w:r>
        <w:rPr>
          <w:b/>
        </w:rPr>
        <w:t>Analyse der Dialogstruktur</w:t>
      </w:r>
      <w:r w:rsidR="00D43044">
        <w:t xml:space="preserve"> </w:t>
      </w:r>
    </w:p>
    <w:p w:rsidR="00D43044" w:rsidRDefault="00D43044" w:rsidP="00D43044">
      <w:r>
        <w:t xml:space="preserve">Textgrundlage: </w:t>
      </w:r>
      <w:r w:rsidRPr="0052506E">
        <w:rPr>
          <w:b/>
        </w:rPr>
        <w:t>Hans Joachim Schädlich „Am frühen Abend“</w:t>
      </w:r>
    </w:p>
    <w:p w:rsidR="0052506E" w:rsidRPr="00D43044" w:rsidRDefault="0052506E" w:rsidP="00D43044"/>
    <w:p w:rsidR="00D43044" w:rsidRDefault="00D43044" w:rsidP="00D43044">
      <w:pPr>
        <w:rPr>
          <w:b/>
        </w:rPr>
      </w:pPr>
    </w:p>
    <w:p w:rsidR="00C91AD3" w:rsidRDefault="00316B8D" w:rsidP="00D43044">
      <w:pPr>
        <w:rPr>
          <w:b/>
        </w:rPr>
      </w:pPr>
      <w:r>
        <w:rPr>
          <w:b/>
        </w:rPr>
        <w:t>Welche Informationen benötigen wir, um den Verlauf der Kurzgeschichte analysi</w:t>
      </w:r>
      <w:r>
        <w:rPr>
          <w:b/>
        </w:rPr>
        <w:t>e</w:t>
      </w:r>
      <w:r>
        <w:rPr>
          <w:b/>
        </w:rPr>
        <w:t>ren zu können?</w:t>
      </w:r>
      <w:r w:rsidR="00C91AD3">
        <w:rPr>
          <w:b/>
        </w:rPr>
        <w:t xml:space="preserve"> </w:t>
      </w:r>
    </w:p>
    <w:p w:rsidR="00C91AD3" w:rsidRDefault="00C91AD3" w:rsidP="00D43044">
      <w:pPr>
        <w:rPr>
          <w:b/>
        </w:rPr>
      </w:pPr>
    </w:p>
    <w:p w:rsidR="00316B8D" w:rsidRDefault="00E850CF" w:rsidP="00C91AD3">
      <w:pPr>
        <w:pStyle w:val="Listenabsatz"/>
        <w:numPr>
          <w:ilvl w:val="0"/>
          <w:numId w:val="24"/>
        </w:numPr>
        <w:rPr>
          <w:b/>
        </w:rPr>
      </w:pPr>
      <w:r>
        <w:rPr>
          <w:b/>
        </w:rPr>
        <w:t>Tragen Sie Ihre</w:t>
      </w:r>
      <w:r w:rsidR="00C91AD3">
        <w:rPr>
          <w:b/>
        </w:rPr>
        <w:t xml:space="preserve"> Ergebnisse bitte in die linke Spalte der Tabelle ein.</w:t>
      </w:r>
    </w:p>
    <w:p w:rsidR="00E850CF" w:rsidRDefault="00E850CF" w:rsidP="00E850CF">
      <w:pPr>
        <w:pStyle w:val="Listenabsatz"/>
        <w:rPr>
          <w:b/>
        </w:rPr>
      </w:pPr>
    </w:p>
    <w:p w:rsidR="00C91AD3" w:rsidRPr="00C91AD3" w:rsidRDefault="00E850CF" w:rsidP="00C91AD3">
      <w:pPr>
        <w:pStyle w:val="Listenabsatz"/>
        <w:numPr>
          <w:ilvl w:val="0"/>
          <w:numId w:val="24"/>
        </w:numPr>
        <w:rPr>
          <w:b/>
        </w:rPr>
      </w:pPr>
      <w:r>
        <w:rPr>
          <w:b/>
        </w:rPr>
        <w:t>Tragen Sie</w:t>
      </w:r>
      <w:r w:rsidR="00C91AD3">
        <w:rPr>
          <w:b/>
        </w:rPr>
        <w:t xml:space="preserve"> die entsprechenden Antworten mit Textbelegen und Zeilenang</w:t>
      </w:r>
      <w:r w:rsidR="00C91AD3">
        <w:rPr>
          <w:b/>
        </w:rPr>
        <w:t>a</w:t>
      </w:r>
      <w:r w:rsidR="00C91AD3">
        <w:rPr>
          <w:b/>
        </w:rPr>
        <w:t>ben in die rechte Spalte der Tabelle ein.</w:t>
      </w:r>
    </w:p>
    <w:p w:rsidR="00316B8D" w:rsidRDefault="00316B8D" w:rsidP="00D43044">
      <w:pPr>
        <w:rPr>
          <w:b/>
        </w:rPr>
      </w:pPr>
    </w:p>
    <w:p w:rsidR="00281B97" w:rsidRDefault="00281B97" w:rsidP="00D43044"/>
    <w:p w:rsidR="00281B97" w:rsidRDefault="00281B97" w:rsidP="00D43044"/>
    <w:p w:rsidR="003C395B" w:rsidRDefault="00C91AD3" w:rsidP="00D43044">
      <w:r>
        <w:t>Die Tabelle befindet sich auf dem Aufgabenblatt 2 und 3</w:t>
      </w:r>
      <w:r w:rsidR="002770EA">
        <w:t>.</w:t>
      </w:r>
    </w:p>
    <w:p w:rsidR="003C395B" w:rsidRDefault="003C395B">
      <w:pPr>
        <w:spacing w:line="276" w:lineRule="auto"/>
      </w:pPr>
      <w:r>
        <w:br w:type="page"/>
      </w:r>
    </w:p>
    <w:p w:rsidR="00D43044" w:rsidRDefault="00C91AD3" w:rsidP="003C395B">
      <w:pPr>
        <w:pStyle w:val="Titel"/>
        <w:spacing w:after="120"/>
      </w:pPr>
      <w:r>
        <w:lastRenderedPageBreak/>
        <w:t>Aufgabenblatt 2</w:t>
      </w:r>
      <w:r w:rsidR="00ED7A45">
        <w:t>a</w:t>
      </w:r>
      <w:r w:rsidR="00EA121C">
        <w:t xml:space="preserve"> Teil 1 (ohne Fragestellungen)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142"/>
      </w:tblGrid>
      <w:tr w:rsidR="00D43044" w:rsidTr="00281B97">
        <w:tc>
          <w:tcPr>
            <w:tcW w:w="534" w:type="dxa"/>
            <w:shd w:val="clear" w:color="auto" w:fill="D9D9D9" w:themeFill="background1" w:themeFillShade="D9"/>
          </w:tcPr>
          <w:p w:rsidR="00D43044" w:rsidRDefault="00316B8D" w:rsidP="00A21502">
            <w:r>
              <w:t>Nr.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D43044" w:rsidRPr="00316B8D" w:rsidRDefault="00316B8D" w:rsidP="00A21502">
            <w:pPr>
              <w:rPr>
                <w:b/>
              </w:rPr>
            </w:pPr>
            <w:r w:rsidRPr="00316B8D">
              <w:rPr>
                <w:b/>
              </w:rPr>
              <w:t>Fragen, die uns (notwendige) Inform</w:t>
            </w:r>
            <w:r w:rsidR="002770EA">
              <w:rPr>
                <w:b/>
              </w:rPr>
              <w:t>ationen über den Dialog liefern</w:t>
            </w:r>
          </w:p>
        </w:tc>
        <w:tc>
          <w:tcPr>
            <w:tcW w:w="4142" w:type="dxa"/>
            <w:shd w:val="clear" w:color="auto" w:fill="D9D9D9" w:themeFill="background1" w:themeFillShade="D9"/>
          </w:tcPr>
          <w:p w:rsidR="00D43044" w:rsidRPr="00316B8D" w:rsidRDefault="00316B8D" w:rsidP="00A21502">
            <w:pPr>
              <w:rPr>
                <w:b/>
              </w:rPr>
            </w:pPr>
            <w:r w:rsidRPr="00316B8D">
              <w:rPr>
                <w:b/>
              </w:rPr>
              <w:t>Antworten mit Textbezug</w:t>
            </w:r>
            <w:r w:rsidR="00EA121C">
              <w:rPr>
                <w:b/>
              </w:rPr>
              <w:t xml:space="preserve"> und Zeilenbeleg</w:t>
            </w:r>
            <w:r w:rsidRPr="00316B8D">
              <w:rPr>
                <w:b/>
              </w:rPr>
              <w:t xml:space="preserve"> </w:t>
            </w:r>
          </w:p>
        </w:tc>
      </w:tr>
      <w:tr w:rsidR="00D43044" w:rsidTr="00A21502">
        <w:tc>
          <w:tcPr>
            <w:tcW w:w="534" w:type="dxa"/>
          </w:tcPr>
          <w:p w:rsidR="00D43044" w:rsidRDefault="00D43044" w:rsidP="00A21502">
            <w:r>
              <w:t>1</w:t>
            </w:r>
          </w:p>
        </w:tc>
        <w:tc>
          <w:tcPr>
            <w:tcW w:w="4536" w:type="dxa"/>
          </w:tcPr>
          <w:p w:rsidR="00D43044" w:rsidRDefault="00D43044" w:rsidP="00A21502"/>
          <w:p w:rsidR="00ED7A45" w:rsidRDefault="00ED7A45" w:rsidP="00A21502">
            <w:r>
              <w:t>Wer sind die beiden Gesprächspartner?</w:t>
            </w:r>
          </w:p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</w:tc>
        <w:tc>
          <w:tcPr>
            <w:tcW w:w="4142" w:type="dxa"/>
          </w:tcPr>
          <w:p w:rsidR="00D43044" w:rsidRDefault="00D43044" w:rsidP="00A21502"/>
        </w:tc>
      </w:tr>
      <w:tr w:rsidR="00D43044" w:rsidTr="00A21502">
        <w:tc>
          <w:tcPr>
            <w:tcW w:w="534" w:type="dxa"/>
          </w:tcPr>
          <w:p w:rsidR="00D43044" w:rsidRDefault="00D43044" w:rsidP="00A21502">
            <w:r>
              <w:t>2</w:t>
            </w:r>
          </w:p>
        </w:tc>
        <w:tc>
          <w:tcPr>
            <w:tcW w:w="4536" w:type="dxa"/>
          </w:tcPr>
          <w:p w:rsidR="00D43044" w:rsidRDefault="00D43044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</w:tc>
        <w:tc>
          <w:tcPr>
            <w:tcW w:w="4142" w:type="dxa"/>
          </w:tcPr>
          <w:p w:rsidR="00D43044" w:rsidRDefault="00D43044" w:rsidP="00A21502"/>
        </w:tc>
      </w:tr>
      <w:tr w:rsidR="00316B8D" w:rsidTr="00A21502">
        <w:tc>
          <w:tcPr>
            <w:tcW w:w="534" w:type="dxa"/>
          </w:tcPr>
          <w:p w:rsidR="00316B8D" w:rsidRDefault="00316B8D" w:rsidP="00A21502">
            <w:r>
              <w:t>3</w:t>
            </w:r>
          </w:p>
        </w:tc>
        <w:tc>
          <w:tcPr>
            <w:tcW w:w="4536" w:type="dxa"/>
          </w:tcPr>
          <w:p w:rsidR="00316B8D" w:rsidRDefault="00316B8D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</w:tc>
        <w:tc>
          <w:tcPr>
            <w:tcW w:w="4142" w:type="dxa"/>
          </w:tcPr>
          <w:p w:rsidR="00316B8D" w:rsidRDefault="00316B8D" w:rsidP="00A21502"/>
        </w:tc>
      </w:tr>
      <w:tr w:rsidR="00D43044" w:rsidTr="00A21502">
        <w:tc>
          <w:tcPr>
            <w:tcW w:w="534" w:type="dxa"/>
          </w:tcPr>
          <w:p w:rsidR="00D43044" w:rsidRDefault="00316B8D" w:rsidP="00A21502">
            <w:r>
              <w:t>4</w:t>
            </w:r>
          </w:p>
        </w:tc>
        <w:tc>
          <w:tcPr>
            <w:tcW w:w="4536" w:type="dxa"/>
          </w:tcPr>
          <w:p w:rsidR="00D43044" w:rsidRDefault="00D43044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</w:tc>
        <w:tc>
          <w:tcPr>
            <w:tcW w:w="4142" w:type="dxa"/>
          </w:tcPr>
          <w:p w:rsidR="00D43044" w:rsidRDefault="00D43044" w:rsidP="00A21502"/>
        </w:tc>
      </w:tr>
      <w:tr w:rsidR="00F45464" w:rsidTr="00A21502">
        <w:tc>
          <w:tcPr>
            <w:tcW w:w="534" w:type="dxa"/>
          </w:tcPr>
          <w:p w:rsidR="00F45464" w:rsidRDefault="00F45464" w:rsidP="00A21502">
            <w:r>
              <w:t>5</w:t>
            </w:r>
          </w:p>
        </w:tc>
        <w:tc>
          <w:tcPr>
            <w:tcW w:w="4536" w:type="dxa"/>
          </w:tcPr>
          <w:p w:rsidR="00F45464" w:rsidRDefault="00F45464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</w:tc>
        <w:tc>
          <w:tcPr>
            <w:tcW w:w="4142" w:type="dxa"/>
          </w:tcPr>
          <w:p w:rsidR="00F45464" w:rsidRDefault="00F45464" w:rsidP="00A21502"/>
        </w:tc>
      </w:tr>
      <w:tr w:rsidR="00D43044" w:rsidTr="00A21502">
        <w:tc>
          <w:tcPr>
            <w:tcW w:w="534" w:type="dxa"/>
          </w:tcPr>
          <w:p w:rsidR="00D43044" w:rsidRDefault="00F45464" w:rsidP="00A21502">
            <w:r>
              <w:t>6</w:t>
            </w:r>
          </w:p>
        </w:tc>
        <w:tc>
          <w:tcPr>
            <w:tcW w:w="4536" w:type="dxa"/>
          </w:tcPr>
          <w:p w:rsidR="00D43044" w:rsidRDefault="00D43044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ED7A45" w:rsidRDefault="00ED7A45" w:rsidP="00A21502"/>
          <w:p w:rsidR="00281B97" w:rsidRDefault="00281B97" w:rsidP="00A21502"/>
          <w:p w:rsidR="00281B97" w:rsidRDefault="00281B97" w:rsidP="00A21502"/>
          <w:p w:rsidR="00281B97" w:rsidRDefault="00281B97" w:rsidP="00A21502"/>
        </w:tc>
        <w:tc>
          <w:tcPr>
            <w:tcW w:w="4142" w:type="dxa"/>
          </w:tcPr>
          <w:p w:rsidR="00D43044" w:rsidRDefault="00D43044" w:rsidP="00A21502"/>
        </w:tc>
      </w:tr>
    </w:tbl>
    <w:p w:rsidR="003C395B" w:rsidRDefault="00EA121C" w:rsidP="003C395B">
      <w:pPr>
        <w:pStyle w:val="Titel"/>
        <w:spacing w:after="120"/>
      </w:pPr>
      <w:r>
        <w:lastRenderedPageBreak/>
        <w:t>Aufgabenblatt 2a Teil 2 (ohne Fragestellungen)</w:t>
      </w:r>
      <w:r w:rsidR="003C395B" w:rsidRPr="003C395B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5134"/>
      </w:tblGrid>
      <w:tr w:rsidR="00ED7A45" w:rsidTr="00281B97">
        <w:tc>
          <w:tcPr>
            <w:tcW w:w="534" w:type="dxa"/>
            <w:shd w:val="clear" w:color="auto" w:fill="D9D9D9" w:themeFill="background1" w:themeFillShade="D9"/>
          </w:tcPr>
          <w:p w:rsidR="00ED7A45" w:rsidRDefault="00ED7A45" w:rsidP="00D43044">
            <w:pPr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4110" w:type="dxa"/>
            <w:shd w:val="clear" w:color="auto" w:fill="D9D9D9" w:themeFill="background1" w:themeFillShade="D9"/>
          </w:tcPr>
          <w:p w:rsidR="00ED7A45" w:rsidRDefault="00ED7A45" w:rsidP="00D43044">
            <w:pPr>
              <w:rPr>
                <w:b/>
              </w:rPr>
            </w:pPr>
            <w:r w:rsidRPr="00316B8D">
              <w:rPr>
                <w:b/>
              </w:rPr>
              <w:t>Fragen, die uns (notwendige) Informati</w:t>
            </w:r>
            <w:r w:rsidRPr="00316B8D">
              <w:rPr>
                <w:b/>
              </w:rPr>
              <w:t>o</w:t>
            </w:r>
            <w:r w:rsidR="002770EA">
              <w:rPr>
                <w:b/>
              </w:rPr>
              <w:t>nen über den Dialog liefern</w:t>
            </w:r>
          </w:p>
        </w:tc>
        <w:tc>
          <w:tcPr>
            <w:tcW w:w="5134" w:type="dxa"/>
            <w:shd w:val="clear" w:color="auto" w:fill="D9D9D9" w:themeFill="background1" w:themeFillShade="D9"/>
          </w:tcPr>
          <w:p w:rsidR="00ED7A45" w:rsidRDefault="00ED7A45" w:rsidP="00D43044">
            <w:pPr>
              <w:rPr>
                <w:b/>
              </w:rPr>
            </w:pPr>
            <w:r>
              <w:rPr>
                <w:b/>
              </w:rPr>
              <w:t>Antworten mit Textbezug und Zeilenbeleg</w:t>
            </w:r>
          </w:p>
        </w:tc>
      </w:tr>
      <w:tr w:rsidR="00ED7A45" w:rsidTr="00ED7A45">
        <w:tc>
          <w:tcPr>
            <w:tcW w:w="534" w:type="dxa"/>
          </w:tcPr>
          <w:p w:rsidR="00ED7A45" w:rsidRDefault="00ED7A45" w:rsidP="00D43044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110" w:type="dxa"/>
          </w:tcPr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Pr="00316B8D" w:rsidRDefault="00ED7A45" w:rsidP="00D43044">
            <w:pPr>
              <w:rPr>
                <w:b/>
              </w:rPr>
            </w:pPr>
          </w:p>
        </w:tc>
        <w:tc>
          <w:tcPr>
            <w:tcW w:w="5134" w:type="dxa"/>
          </w:tcPr>
          <w:p w:rsidR="00ED7A45" w:rsidRDefault="00ED7A45" w:rsidP="00D43044">
            <w:pPr>
              <w:rPr>
                <w:b/>
              </w:rPr>
            </w:pPr>
          </w:p>
        </w:tc>
      </w:tr>
      <w:tr w:rsidR="00ED7A45" w:rsidTr="00ED7A45">
        <w:tc>
          <w:tcPr>
            <w:tcW w:w="534" w:type="dxa"/>
          </w:tcPr>
          <w:p w:rsidR="00ED7A45" w:rsidRDefault="00ED7A45" w:rsidP="00D4304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10" w:type="dxa"/>
          </w:tcPr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Pr="00316B8D" w:rsidRDefault="00ED7A45" w:rsidP="00D43044">
            <w:pPr>
              <w:rPr>
                <w:b/>
              </w:rPr>
            </w:pPr>
          </w:p>
        </w:tc>
        <w:tc>
          <w:tcPr>
            <w:tcW w:w="5134" w:type="dxa"/>
          </w:tcPr>
          <w:p w:rsidR="00ED7A45" w:rsidRDefault="00ED7A45" w:rsidP="00D43044">
            <w:pPr>
              <w:rPr>
                <w:b/>
              </w:rPr>
            </w:pPr>
          </w:p>
        </w:tc>
      </w:tr>
      <w:tr w:rsidR="00ED7A45" w:rsidTr="00ED7A45">
        <w:tc>
          <w:tcPr>
            <w:tcW w:w="534" w:type="dxa"/>
          </w:tcPr>
          <w:p w:rsidR="00ED7A45" w:rsidRDefault="00ED7A45" w:rsidP="00D43044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10" w:type="dxa"/>
          </w:tcPr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Pr="00316B8D" w:rsidRDefault="00ED7A45" w:rsidP="00D43044">
            <w:pPr>
              <w:rPr>
                <w:b/>
              </w:rPr>
            </w:pPr>
          </w:p>
        </w:tc>
        <w:tc>
          <w:tcPr>
            <w:tcW w:w="5134" w:type="dxa"/>
          </w:tcPr>
          <w:p w:rsidR="00ED7A45" w:rsidRDefault="00ED7A45" w:rsidP="00D43044">
            <w:pPr>
              <w:rPr>
                <w:b/>
              </w:rPr>
            </w:pPr>
          </w:p>
        </w:tc>
      </w:tr>
      <w:tr w:rsidR="00ED7A45" w:rsidTr="00ED7A45">
        <w:tc>
          <w:tcPr>
            <w:tcW w:w="534" w:type="dxa"/>
          </w:tcPr>
          <w:p w:rsidR="00ED7A45" w:rsidRDefault="00ED7A45" w:rsidP="00D43044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10" w:type="dxa"/>
          </w:tcPr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Pr="00316B8D" w:rsidRDefault="00ED7A45" w:rsidP="00D43044">
            <w:pPr>
              <w:rPr>
                <w:b/>
              </w:rPr>
            </w:pPr>
          </w:p>
        </w:tc>
        <w:tc>
          <w:tcPr>
            <w:tcW w:w="5134" w:type="dxa"/>
          </w:tcPr>
          <w:p w:rsidR="00ED7A45" w:rsidRDefault="00ED7A45" w:rsidP="00D43044">
            <w:pPr>
              <w:rPr>
                <w:b/>
              </w:rPr>
            </w:pPr>
          </w:p>
        </w:tc>
      </w:tr>
      <w:tr w:rsidR="00ED7A45" w:rsidTr="00ED7A45">
        <w:tc>
          <w:tcPr>
            <w:tcW w:w="534" w:type="dxa"/>
          </w:tcPr>
          <w:p w:rsidR="00ED7A45" w:rsidRDefault="00ED7A45" w:rsidP="00D43044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110" w:type="dxa"/>
          </w:tcPr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Pr="00316B8D" w:rsidRDefault="00ED7A45" w:rsidP="00D43044">
            <w:pPr>
              <w:rPr>
                <w:b/>
              </w:rPr>
            </w:pPr>
          </w:p>
        </w:tc>
        <w:tc>
          <w:tcPr>
            <w:tcW w:w="5134" w:type="dxa"/>
          </w:tcPr>
          <w:p w:rsidR="00ED7A45" w:rsidRDefault="00ED7A45" w:rsidP="00D43044">
            <w:pPr>
              <w:rPr>
                <w:b/>
              </w:rPr>
            </w:pPr>
          </w:p>
        </w:tc>
      </w:tr>
      <w:tr w:rsidR="00ED7A45" w:rsidTr="00ED7A45">
        <w:tc>
          <w:tcPr>
            <w:tcW w:w="534" w:type="dxa"/>
          </w:tcPr>
          <w:p w:rsidR="00ED7A45" w:rsidRDefault="00ED7A45" w:rsidP="00D43044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110" w:type="dxa"/>
          </w:tcPr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Default="00ED7A45" w:rsidP="00D43044">
            <w:pPr>
              <w:rPr>
                <w:b/>
              </w:rPr>
            </w:pPr>
          </w:p>
          <w:p w:rsidR="00ED7A45" w:rsidRPr="00316B8D" w:rsidRDefault="00ED7A45" w:rsidP="00D43044">
            <w:pPr>
              <w:rPr>
                <w:b/>
              </w:rPr>
            </w:pPr>
          </w:p>
        </w:tc>
        <w:tc>
          <w:tcPr>
            <w:tcW w:w="5134" w:type="dxa"/>
          </w:tcPr>
          <w:p w:rsidR="00ED7A45" w:rsidRDefault="00ED7A45" w:rsidP="00D43044">
            <w:pPr>
              <w:rPr>
                <w:b/>
              </w:rPr>
            </w:pPr>
          </w:p>
        </w:tc>
      </w:tr>
    </w:tbl>
    <w:p w:rsidR="003C395B" w:rsidRDefault="003C395B">
      <w:pPr>
        <w:spacing w:line="276" w:lineRule="auto"/>
        <w:rPr>
          <w:rFonts w:asciiTheme="minorHAnsi" w:eastAsiaTheme="majorEastAsia" w:hAnsiTheme="minorHAnsi" w:cstheme="majorBidi"/>
          <w:b/>
          <w:color w:val="000000" w:themeColor="text1"/>
          <w:spacing w:val="5"/>
          <w:kern w:val="28"/>
          <w:sz w:val="28"/>
          <w:szCs w:val="52"/>
          <w:lang w:eastAsia="de-DE"/>
        </w:rPr>
      </w:pPr>
      <w:r>
        <w:br w:type="page"/>
      </w:r>
    </w:p>
    <w:p w:rsidR="00EA121C" w:rsidRDefault="00EA121C" w:rsidP="003C395B">
      <w:pPr>
        <w:pStyle w:val="Titel"/>
        <w:spacing w:after="120"/>
      </w:pPr>
      <w:r>
        <w:lastRenderedPageBreak/>
        <w:t>Aufgabenblatt 2b Teil 1 (mit Fragestellungen)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142"/>
      </w:tblGrid>
      <w:tr w:rsidR="00EA121C" w:rsidTr="00281B97">
        <w:tc>
          <w:tcPr>
            <w:tcW w:w="534" w:type="dxa"/>
            <w:shd w:val="clear" w:color="auto" w:fill="D9D9D9" w:themeFill="background1" w:themeFillShade="D9"/>
          </w:tcPr>
          <w:p w:rsidR="00EA121C" w:rsidRDefault="00EA121C" w:rsidP="00D010D2">
            <w:r>
              <w:t>Nr.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EA121C" w:rsidRPr="00316B8D" w:rsidRDefault="00EA121C" w:rsidP="00D010D2">
            <w:pPr>
              <w:rPr>
                <w:b/>
              </w:rPr>
            </w:pPr>
            <w:r w:rsidRPr="00316B8D">
              <w:rPr>
                <w:b/>
              </w:rPr>
              <w:t>Fragen, die uns (notwendige) Informationen über den Dialog liefern</w:t>
            </w:r>
          </w:p>
        </w:tc>
        <w:tc>
          <w:tcPr>
            <w:tcW w:w="4142" w:type="dxa"/>
            <w:shd w:val="clear" w:color="auto" w:fill="D9D9D9" w:themeFill="background1" w:themeFillShade="D9"/>
          </w:tcPr>
          <w:p w:rsidR="00EA121C" w:rsidRPr="00316B8D" w:rsidRDefault="00EA121C" w:rsidP="00D010D2">
            <w:pPr>
              <w:rPr>
                <w:b/>
              </w:rPr>
            </w:pPr>
            <w:r w:rsidRPr="00316B8D">
              <w:rPr>
                <w:b/>
              </w:rPr>
              <w:t xml:space="preserve">Antworten mit Textbezug </w:t>
            </w:r>
            <w:r w:rsidR="007637AC">
              <w:rPr>
                <w:b/>
              </w:rPr>
              <w:t>und Zeilenbeleg</w:t>
            </w:r>
          </w:p>
        </w:tc>
      </w:tr>
      <w:tr w:rsidR="00EA121C" w:rsidTr="00D010D2">
        <w:tc>
          <w:tcPr>
            <w:tcW w:w="534" w:type="dxa"/>
          </w:tcPr>
          <w:p w:rsidR="00EA121C" w:rsidRDefault="00EA121C" w:rsidP="00D010D2">
            <w:r>
              <w:t>1</w:t>
            </w:r>
          </w:p>
        </w:tc>
        <w:tc>
          <w:tcPr>
            <w:tcW w:w="4536" w:type="dxa"/>
          </w:tcPr>
          <w:p w:rsidR="00EA121C" w:rsidRDefault="00EA121C" w:rsidP="00D010D2">
            <w:r>
              <w:t>Wer sind die Gesprächspartner?</w:t>
            </w:r>
          </w:p>
          <w:p w:rsidR="00EA121C" w:rsidRDefault="00EA121C" w:rsidP="00D010D2"/>
        </w:tc>
        <w:tc>
          <w:tcPr>
            <w:tcW w:w="4142" w:type="dxa"/>
          </w:tcPr>
          <w:p w:rsidR="00EA121C" w:rsidRDefault="00EA121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EA121C" w:rsidTr="00D010D2">
        <w:tc>
          <w:tcPr>
            <w:tcW w:w="534" w:type="dxa"/>
          </w:tcPr>
          <w:p w:rsidR="00EA121C" w:rsidRDefault="00EA121C" w:rsidP="00D010D2">
            <w:r>
              <w:t>2</w:t>
            </w:r>
          </w:p>
        </w:tc>
        <w:tc>
          <w:tcPr>
            <w:tcW w:w="4536" w:type="dxa"/>
          </w:tcPr>
          <w:p w:rsidR="00EA121C" w:rsidRDefault="00EA121C" w:rsidP="00D010D2">
            <w:r>
              <w:t>Gesprächsart</w:t>
            </w:r>
          </w:p>
        </w:tc>
        <w:tc>
          <w:tcPr>
            <w:tcW w:w="4142" w:type="dxa"/>
          </w:tcPr>
          <w:p w:rsidR="00EA121C" w:rsidRDefault="00EA121C" w:rsidP="00D010D2"/>
          <w:p w:rsidR="007637AC" w:rsidRDefault="007637AC" w:rsidP="00D010D2"/>
        </w:tc>
      </w:tr>
      <w:tr w:rsidR="00EA121C" w:rsidTr="00D010D2">
        <w:tc>
          <w:tcPr>
            <w:tcW w:w="534" w:type="dxa"/>
          </w:tcPr>
          <w:p w:rsidR="00EA121C" w:rsidRDefault="00EA121C" w:rsidP="00D010D2">
            <w:r>
              <w:t>3</w:t>
            </w:r>
          </w:p>
        </w:tc>
        <w:tc>
          <w:tcPr>
            <w:tcW w:w="4536" w:type="dxa"/>
          </w:tcPr>
          <w:p w:rsidR="00EA121C" w:rsidRDefault="00EA121C" w:rsidP="00D010D2">
            <w:r>
              <w:t>Aus welcher Erzählperspektive wird das G</w:t>
            </w:r>
            <w:r>
              <w:t>e</w:t>
            </w:r>
            <w:r>
              <w:t>spräch vermittelt?</w:t>
            </w:r>
          </w:p>
        </w:tc>
        <w:tc>
          <w:tcPr>
            <w:tcW w:w="4142" w:type="dxa"/>
          </w:tcPr>
          <w:p w:rsidR="00EA121C" w:rsidRDefault="00EA121C" w:rsidP="00D010D2"/>
          <w:p w:rsidR="007637AC" w:rsidRDefault="007637AC" w:rsidP="00D010D2"/>
        </w:tc>
      </w:tr>
      <w:tr w:rsidR="00EA121C" w:rsidTr="00D010D2">
        <w:tc>
          <w:tcPr>
            <w:tcW w:w="534" w:type="dxa"/>
          </w:tcPr>
          <w:p w:rsidR="00EA121C" w:rsidRDefault="00EA121C" w:rsidP="00D010D2">
            <w:r>
              <w:t>4</w:t>
            </w:r>
          </w:p>
        </w:tc>
        <w:tc>
          <w:tcPr>
            <w:tcW w:w="4536" w:type="dxa"/>
          </w:tcPr>
          <w:p w:rsidR="00EA121C" w:rsidRDefault="00EA121C" w:rsidP="00D010D2">
            <w:r>
              <w:t>Wie ist die „äußere Situation“</w:t>
            </w:r>
            <w:r w:rsidR="002770EA">
              <w:t>,</w:t>
            </w:r>
            <w:r>
              <w:t xml:space="preserve"> d.</w:t>
            </w:r>
            <w:r w:rsidR="002770EA">
              <w:t xml:space="preserve"> </w:t>
            </w:r>
            <w:r>
              <w:t>h. wo befi</w:t>
            </w:r>
            <w:r>
              <w:t>n</w:t>
            </w:r>
            <w:r>
              <w:t>den sich die Gesprächspartner?</w:t>
            </w:r>
          </w:p>
          <w:p w:rsidR="00EA121C" w:rsidRDefault="00EA121C" w:rsidP="00D010D2"/>
        </w:tc>
        <w:tc>
          <w:tcPr>
            <w:tcW w:w="4142" w:type="dxa"/>
          </w:tcPr>
          <w:p w:rsidR="00EA121C" w:rsidRDefault="00EA121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EA121C" w:rsidTr="00D010D2">
        <w:tc>
          <w:tcPr>
            <w:tcW w:w="534" w:type="dxa"/>
          </w:tcPr>
          <w:p w:rsidR="00EA121C" w:rsidRDefault="00EA121C" w:rsidP="00D010D2">
            <w:r>
              <w:t>5</w:t>
            </w:r>
          </w:p>
        </w:tc>
        <w:tc>
          <w:tcPr>
            <w:tcW w:w="4536" w:type="dxa"/>
          </w:tcPr>
          <w:p w:rsidR="00EA121C" w:rsidRDefault="00EA121C" w:rsidP="00D010D2">
            <w:r>
              <w:t>Wie beginnt das Gespräch?</w:t>
            </w:r>
          </w:p>
          <w:p w:rsidR="00EA121C" w:rsidRDefault="00EA121C" w:rsidP="00D010D2">
            <w:r>
              <w:t>Wer ergreift die Initiative</w:t>
            </w:r>
            <w:r w:rsidR="007637AC">
              <w:t>?</w:t>
            </w:r>
          </w:p>
        </w:tc>
        <w:tc>
          <w:tcPr>
            <w:tcW w:w="4142" w:type="dxa"/>
          </w:tcPr>
          <w:p w:rsidR="00EA121C" w:rsidRDefault="00EA121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EA121C" w:rsidTr="00D010D2">
        <w:tc>
          <w:tcPr>
            <w:tcW w:w="534" w:type="dxa"/>
          </w:tcPr>
          <w:p w:rsidR="00EA121C" w:rsidRDefault="00EA121C" w:rsidP="00D010D2">
            <w:r>
              <w:t>6</w:t>
            </w:r>
          </w:p>
        </w:tc>
        <w:tc>
          <w:tcPr>
            <w:tcW w:w="4536" w:type="dxa"/>
          </w:tcPr>
          <w:p w:rsidR="00EA121C" w:rsidRDefault="00EA121C" w:rsidP="00D010D2">
            <w:r>
              <w:t>In welcher Lage befinden sich die Gespräch</w:t>
            </w:r>
            <w:r>
              <w:t>s</w:t>
            </w:r>
            <w:r>
              <w:t>partner?</w:t>
            </w:r>
          </w:p>
        </w:tc>
        <w:tc>
          <w:tcPr>
            <w:tcW w:w="4142" w:type="dxa"/>
          </w:tcPr>
          <w:p w:rsidR="00EA121C" w:rsidRDefault="00EA121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EA121C" w:rsidTr="00D010D2">
        <w:tc>
          <w:tcPr>
            <w:tcW w:w="534" w:type="dxa"/>
          </w:tcPr>
          <w:p w:rsidR="00EA121C" w:rsidRDefault="00EA121C" w:rsidP="00D010D2">
            <w:r>
              <w:t>7</w:t>
            </w:r>
          </w:p>
        </w:tc>
        <w:tc>
          <w:tcPr>
            <w:tcW w:w="4536" w:type="dxa"/>
          </w:tcPr>
          <w:p w:rsidR="00EA121C" w:rsidRDefault="00EA121C" w:rsidP="00D010D2">
            <w:r>
              <w:t>Was ist das Thema des Gesprächs?</w:t>
            </w:r>
          </w:p>
        </w:tc>
        <w:tc>
          <w:tcPr>
            <w:tcW w:w="4142" w:type="dxa"/>
          </w:tcPr>
          <w:p w:rsidR="00EA121C" w:rsidRDefault="00EA121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EA121C" w:rsidTr="00D010D2">
        <w:tc>
          <w:tcPr>
            <w:tcW w:w="534" w:type="dxa"/>
          </w:tcPr>
          <w:p w:rsidR="00EA121C" w:rsidRDefault="00EA121C" w:rsidP="00D010D2">
            <w:r>
              <w:t>8</w:t>
            </w:r>
          </w:p>
        </w:tc>
        <w:tc>
          <w:tcPr>
            <w:tcW w:w="4536" w:type="dxa"/>
          </w:tcPr>
          <w:p w:rsidR="00EA121C" w:rsidRDefault="00EA121C" w:rsidP="00D010D2">
            <w:r>
              <w:t xml:space="preserve">Wie ist deren soziale Stellung? </w:t>
            </w:r>
          </w:p>
          <w:p w:rsidR="00EA121C" w:rsidRDefault="00EA121C" w:rsidP="00D010D2">
            <w:r>
              <w:t>Gibt es eine Hierarchie?</w:t>
            </w:r>
          </w:p>
          <w:p w:rsidR="00EA121C" w:rsidRDefault="00EA121C" w:rsidP="00D010D2"/>
          <w:p w:rsidR="00EA121C" w:rsidRDefault="00EA121C" w:rsidP="00D010D2"/>
        </w:tc>
        <w:tc>
          <w:tcPr>
            <w:tcW w:w="4142" w:type="dxa"/>
          </w:tcPr>
          <w:p w:rsidR="00EA121C" w:rsidRDefault="00EA121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</w:tbl>
    <w:p w:rsidR="003C395B" w:rsidRDefault="007637AC" w:rsidP="003C395B">
      <w:pPr>
        <w:pStyle w:val="Titel"/>
        <w:spacing w:after="120"/>
      </w:pPr>
      <w:r>
        <w:lastRenderedPageBreak/>
        <w:t>Aufgabenblatt 2b Teil 2 (mit Fragestellungen)</w:t>
      </w:r>
      <w:r w:rsidR="003C395B" w:rsidRPr="003C395B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142"/>
      </w:tblGrid>
      <w:tr w:rsidR="007637AC" w:rsidTr="00D010D2">
        <w:tc>
          <w:tcPr>
            <w:tcW w:w="534" w:type="dxa"/>
          </w:tcPr>
          <w:p w:rsidR="007637AC" w:rsidRDefault="007637AC" w:rsidP="00D010D2">
            <w:r>
              <w:t>9</w:t>
            </w:r>
          </w:p>
        </w:tc>
        <w:tc>
          <w:tcPr>
            <w:tcW w:w="4536" w:type="dxa"/>
          </w:tcPr>
          <w:p w:rsidR="007637AC" w:rsidRDefault="007637AC" w:rsidP="00D010D2">
            <w:r>
              <w:t>Wie zeigt sich der soziale Unterschied sprac</w:t>
            </w:r>
            <w:r>
              <w:t>h</w:t>
            </w:r>
            <w:r>
              <w:t>lich?</w:t>
            </w:r>
          </w:p>
        </w:tc>
        <w:tc>
          <w:tcPr>
            <w:tcW w:w="4142" w:type="dxa"/>
          </w:tcPr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7637AC" w:rsidTr="00D010D2">
        <w:tc>
          <w:tcPr>
            <w:tcW w:w="534" w:type="dxa"/>
          </w:tcPr>
          <w:p w:rsidR="007637AC" w:rsidRDefault="007637AC" w:rsidP="00D010D2">
            <w:r>
              <w:t>10</w:t>
            </w:r>
          </w:p>
        </w:tc>
        <w:tc>
          <w:tcPr>
            <w:tcW w:w="4536" w:type="dxa"/>
          </w:tcPr>
          <w:p w:rsidR="007637AC" w:rsidRDefault="007637AC" w:rsidP="00D010D2">
            <w:r>
              <w:t>Welcher der beiden Gesprächspartner hat den größeren Redeanteil?</w:t>
            </w:r>
          </w:p>
        </w:tc>
        <w:tc>
          <w:tcPr>
            <w:tcW w:w="4142" w:type="dxa"/>
          </w:tcPr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7637AC" w:rsidTr="00D010D2">
        <w:tc>
          <w:tcPr>
            <w:tcW w:w="534" w:type="dxa"/>
          </w:tcPr>
          <w:p w:rsidR="007637AC" w:rsidRDefault="007637AC" w:rsidP="00D010D2">
            <w:r>
              <w:t>11</w:t>
            </w:r>
          </w:p>
        </w:tc>
        <w:tc>
          <w:tcPr>
            <w:tcW w:w="4536" w:type="dxa"/>
          </w:tcPr>
          <w:p w:rsidR="007637AC" w:rsidRDefault="007637AC" w:rsidP="00D010D2">
            <w:r>
              <w:t>Gehen die beiden Gesprächsteilnehmer höflich miteinander um?</w:t>
            </w:r>
          </w:p>
        </w:tc>
        <w:tc>
          <w:tcPr>
            <w:tcW w:w="4142" w:type="dxa"/>
          </w:tcPr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7637AC" w:rsidTr="00D010D2">
        <w:tc>
          <w:tcPr>
            <w:tcW w:w="534" w:type="dxa"/>
          </w:tcPr>
          <w:p w:rsidR="007637AC" w:rsidRDefault="007637AC" w:rsidP="00D010D2">
            <w:r>
              <w:t>12</w:t>
            </w:r>
          </w:p>
        </w:tc>
        <w:tc>
          <w:tcPr>
            <w:tcW w:w="4536" w:type="dxa"/>
          </w:tcPr>
          <w:p w:rsidR="007637AC" w:rsidRDefault="007637AC" w:rsidP="00D010D2">
            <w:r>
              <w:t>Welche Ansicht vertreten die beiden G</w:t>
            </w:r>
            <w:r>
              <w:t>e</w:t>
            </w:r>
            <w:r>
              <w:t>sprächspartner jeweils?</w:t>
            </w:r>
          </w:p>
        </w:tc>
        <w:tc>
          <w:tcPr>
            <w:tcW w:w="4142" w:type="dxa"/>
          </w:tcPr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7637AC" w:rsidTr="00D010D2">
        <w:tc>
          <w:tcPr>
            <w:tcW w:w="534" w:type="dxa"/>
          </w:tcPr>
          <w:p w:rsidR="007637AC" w:rsidRDefault="007637AC" w:rsidP="00D010D2">
            <w:r>
              <w:t>13</w:t>
            </w:r>
          </w:p>
        </w:tc>
        <w:tc>
          <w:tcPr>
            <w:tcW w:w="4536" w:type="dxa"/>
          </w:tcPr>
          <w:p w:rsidR="007637AC" w:rsidRDefault="007637AC" w:rsidP="00D010D2">
            <w:r>
              <w:t>Welche Hinweise erhalten wir durch die Ve</w:t>
            </w:r>
            <w:r>
              <w:t>r</w:t>
            </w:r>
            <w:r>
              <w:t xml:space="preserve">wendung der sprachlichen Mittel? </w:t>
            </w:r>
          </w:p>
        </w:tc>
        <w:tc>
          <w:tcPr>
            <w:tcW w:w="4142" w:type="dxa"/>
          </w:tcPr>
          <w:p w:rsidR="007637AC" w:rsidRDefault="007637AC" w:rsidP="007637AC"/>
          <w:p w:rsidR="007637AC" w:rsidRDefault="007637AC" w:rsidP="007637AC"/>
          <w:p w:rsidR="007637AC" w:rsidRDefault="007637AC" w:rsidP="007637AC"/>
          <w:p w:rsidR="007637AC" w:rsidRDefault="007637AC" w:rsidP="007637AC"/>
          <w:p w:rsidR="007637AC" w:rsidRDefault="007637AC" w:rsidP="007637AC"/>
          <w:p w:rsidR="007637AC" w:rsidRDefault="007637AC" w:rsidP="007637AC"/>
          <w:p w:rsidR="007637AC" w:rsidRDefault="007637AC" w:rsidP="007637AC"/>
        </w:tc>
      </w:tr>
      <w:tr w:rsidR="007637AC" w:rsidTr="00D010D2">
        <w:tc>
          <w:tcPr>
            <w:tcW w:w="534" w:type="dxa"/>
          </w:tcPr>
          <w:p w:rsidR="007637AC" w:rsidRDefault="007637AC" w:rsidP="00D010D2">
            <w:r>
              <w:t>14</w:t>
            </w:r>
          </w:p>
        </w:tc>
        <w:tc>
          <w:tcPr>
            <w:tcW w:w="4536" w:type="dxa"/>
          </w:tcPr>
          <w:p w:rsidR="007637AC" w:rsidRDefault="007637AC" w:rsidP="00D010D2">
            <w:r>
              <w:t>Wie ist das Ergebnis des Gesprächs einzuor</w:t>
            </w:r>
            <w:r>
              <w:t>d</w:t>
            </w:r>
            <w:r>
              <w:t>nen?</w:t>
            </w:r>
          </w:p>
        </w:tc>
        <w:tc>
          <w:tcPr>
            <w:tcW w:w="4142" w:type="dxa"/>
          </w:tcPr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</w:tc>
      </w:tr>
      <w:tr w:rsidR="007637AC" w:rsidTr="00D010D2">
        <w:tc>
          <w:tcPr>
            <w:tcW w:w="534" w:type="dxa"/>
          </w:tcPr>
          <w:p w:rsidR="007637AC" w:rsidRDefault="007637AC" w:rsidP="00D010D2"/>
        </w:tc>
        <w:tc>
          <w:tcPr>
            <w:tcW w:w="4536" w:type="dxa"/>
          </w:tcPr>
          <w:p w:rsidR="007637AC" w:rsidRDefault="007637AC" w:rsidP="00D010D2">
            <w:r>
              <w:t>Fazit: Warum kann Saller dem Obdachlosen nicht helfen?</w:t>
            </w:r>
          </w:p>
        </w:tc>
        <w:tc>
          <w:tcPr>
            <w:tcW w:w="4142" w:type="dxa"/>
          </w:tcPr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/>
          <w:p w:rsidR="007637AC" w:rsidRDefault="007637AC" w:rsidP="00D010D2">
            <w:r>
              <w:t xml:space="preserve"> </w:t>
            </w:r>
          </w:p>
        </w:tc>
      </w:tr>
    </w:tbl>
    <w:p w:rsidR="00EA121C" w:rsidRPr="004C2B27" w:rsidRDefault="00EA121C" w:rsidP="00EA121C">
      <w:pPr>
        <w:rPr>
          <w:b/>
        </w:rPr>
      </w:pPr>
      <w:r w:rsidRPr="004C2B27">
        <w:rPr>
          <w:b/>
        </w:rPr>
        <w:lastRenderedPageBreak/>
        <w:t>Leserlenkung:</w:t>
      </w:r>
    </w:p>
    <w:p w:rsidR="00EA121C" w:rsidRPr="004C2B27" w:rsidRDefault="00EA121C" w:rsidP="00EA121C">
      <w:pPr>
        <w:rPr>
          <w:b/>
        </w:rPr>
      </w:pPr>
    </w:p>
    <w:p w:rsidR="00EA121C" w:rsidRPr="004C2B27" w:rsidRDefault="00EA121C" w:rsidP="00EA121C">
      <w:pPr>
        <w:rPr>
          <w:b/>
        </w:rPr>
      </w:pPr>
      <w:r w:rsidRPr="004C2B27">
        <w:rPr>
          <w:b/>
        </w:rPr>
        <w:t>Was könnten mögliche Aussagen der Kurzgeschichte sein?</w:t>
      </w:r>
    </w:p>
    <w:p w:rsidR="00EA121C" w:rsidRPr="004C2B27" w:rsidRDefault="00EA121C" w:rsidP="00EA121C">
      <w:pPr>
        <w:rPr>
          <w:b/>
        </w:rPr>
      </w:pPr>
    </w:p>
    <w:p w:rsidR="00EA121C" w:rsidRDefault="007637AC" w:rsidP="00EA121C">
      <w:pPr>
        <w:rPr>
          <w:b/>
        </w:rPr>
      </w:pPr>
      <w:r>
        <w:rPr>
          <w:b/>
        </w:rPr>
        <w:t>-</w:t>
      </w:r>
    </w:p>
    <w:p w:rsidR="007637AC" w:rsidRDefault="007637AC" w:rsidP="00EA121C">
      <w:pPr>
        <w:rPr>
          <w:b/>
        </w:rPr>
      </w:pPr>
      <w:r>
        <w:rPr>
          <w:b/>
        </w:rPr>
        <w:t>-</w:t>
      </w:r>
    </w:p>
    <w:p w:rsidR="007637AC" w:rsidRDefault="007637AC" w:rsidP="00EA121C">
      <w:pPr>
        <w:rPr>
          <w:b/>
        </w:rPr>
      </w:pPr>
      <w:r>
        <w:rPr>
          <w:b/>
        </w:rPr>
        <w:t>-</w:t>
      </w:r>
    </w:p>
    <w:p w:rsidR="007637AC" w:rsidRDefault="007637AC" w:rsidP="00EA121C">
      <w:pPr>
        <w:rPr>
          <w:b/>
        </w:rPr>
      </w:pPr>
      <w:r>
        <w:rPr>
          <w:b/>
        </w:rPr>
        <w:t>-</w:t>
      </w:r>
    </w:p>
    <w:p w:rsidR="007637AC" w:rsidRDefault="007637AC" w:rsidP="00EA121C">
      <w:pPr>
        <w:rPr>
          <w:b/>
        </w:rPr>
      </w:pPr>
      <w:r>
        <w:rPr>
          <w:b/>
        </w:rPr>
        <w:t>-</w:t>
      </w:r>
    </w:p>
    <w:p w:rsidR="007637AC" w:rsidRDefault="007637AC" w:rsidP="00EA121C">
      <w:pPr>
        <w:rPr>
          <w:b/>
        </w:rPr>
      </w:pPr>
      <w:r>
        <w:rPr>
          <w:b/>
        </w:rPr>
        <w:t>-</w:t>
      </w:r>
    </w:p>
    <w:p w:rsidR="00EA121C" w:rsidRDefault="00EA121C" w:rsidP="00EA121C">
      <w:pPr>
        <w:rPr>
          <w:b/>
        </w:rPr>
      </w:pPr>
    </w:p>
    <w:p w:rsidR="00EA121C" w:rsidRDefault="00EA121C" w:rsidP="00EA121C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A121C" w:rsidTr="00281B97">
        <w:tc>
          <w:tcPr>
            <w:tcW w:w="4889" w:type="dxa"/>
            <w:shd w:val="clear" w:color="auto" w:fill="D9D9D9" w:themeFill="background1" w:themeFillShade="D9"/>
          </w:tcPr>
          <w:p w:rsidR="00EA121C" w:rsidRDefault="00EA121C" w:rsidP="00D010D2">
            <w:pPr>
              <w:rPr>
                <w:b/>
              </w:rPr>
            </w:pPr>
            <w:r w:rsidRPr="004C2B27">
              <w:rPr>
                <w:b/>
              </w:rPr>
              <w:t xml:space="preserve">Welche Reaktion versucht der Autor </w:t>
            </w:r>
            <w:r w:rsidR="002770EA">
              <w:rPr>
                <w:b/>
              </w:rPr>
              <w:t>bei der Les</w:t>
            </w:r>
            <w:r w:rsidR="002770EA">
              <w:rPr>
                <w:b/>
              </w:rPr>
              <w:t>e</w:t>
            </w:r>
            <w:r w:rsidR="002770EA">
              <w:rPr>
                <w:b/>
              </w:rPr>
              <w:t>rin/</w:t>
            </w:r>
            <w:r w:rsidRPr="004C2B27">
              <w:rPr>
                <w:b/>
              </w:rPr>
              <w:t>beim Leser zu bewirken?</w:t>
            </w:r>
          </w:p>
          <w:p w:rsidR="00EA121C" w:rsidRDefault="00EA121C" w:rsidP="00D010D2">
            <w:pPr>
              <w:rPr>
                <w:b/>
              </w:rPr>
            </w:pPr>
          </w:p>
        </w:tc>
        <w:tc>
          <w:tcPr>
            <w:tcW w:w="4889" w:type="dxa"/>
            <w:shd w:val="clear" w:color="auto" w:fill="D9D9D9" w:themeFill="background1" w:themeFillShade="D9"/>
          </w:tcPr>
          <w:p w:rsidR="00EA121C" w:rsidRDefault="00EA121C" w:rsidP="00D010D2">
            <w:pPr>
              <w:rPr>
                <w:b/>
              </w:rPr>
            </w:pPr>
            <w:r>
              <w:rPr>
                <w:b/>
              </w:rPr>
              <w:t>Durch welche Mittel versucht der Autor dies zu erreichen?</w:t>
            </w:r>
          </w:p>
        </w:tc>
      </w:tr>
      <w:tr w:rsidR="00EA121C" w:rsidTr="00D010D2">
        <w:tc>
          <w:tcPr>
            <w:tcW w:w="4889" w:type="dxa"/>
          </w:tcPr>
          <w:p w:rsidR="00EA121C" w:rsidRDefault="00EA121C" w:rsidP="00D010D2">
            <w:pPr>
              <w:rPr>
                <w:b/>
              </w:rPr>
            </w:pPr>
          </w:p>
        </w:tc>
        <w:tc>
          <w:tcPr>
            <w:tcW w:w="4889" w:type="dxa"/>
          </w:tcPr>
          <w:p w:rsidR="00EA121C" w:rsidRDefault="00EA121C" w:rsidP="00D010D2"/>
          <w:p w:rsidR="00CD6E31" w:rsidRDefault="00CD6E31" w:rsidP="00D010D2"/>
          <w:p w:rsidR="00CD6E31" w:rsidRDefault="00CD6E31" w:rsidP="00D010D2"/>
          <w:p w:rsidR="00CD6E31" w:rsidRDefault="00CD6E31" w:rsidP="00D010D2"/>
          <w:p w:rsidR="00CD6E31" w:rsidRDefault="00CD6E31" w:rsidP="00D010D2"/>
          <w:p w:rsidR="00CD6E31" w:rsidRPr="00F4718B" w:rsidRDefault="00CD6E31" w:rsidP="00D010D2"/>
        </w:tc>
      </w:tr>
      <w:tr w:rsidR="00EA121C" w:rsidTr="00D010D2">
        <w:tc>
          <w:tcPr>
            <w:tcW w:w="4889" w:type="dxa"/>
          </w:tcPr>
          <w:p w:rsidR="00EA121C" w:rsidRPr="00996624" w:rsidRDefault="00EA121C" w:rsidP="00D010D2"/>
        </w:tc>
        <w:tc>
          <w:tcPr>
            <w:tcW w:w="4889" w:type="dxa"/>
          </w:tcPr>
          <w:p w:rsidR="00CD6E31" w:rsidRDefault="00CD6E31" w:rsidP="00D010D2"/>
          <w:p w:rsidR="00CD6E31" w:rsidRDefault="00CD6E31" w:rsidP="00D010D2"/>
          <w:p w:rsidR="00CD6E31" w:rsidRDefault="00CD6E31" w:rsidP="00D010D2"/>
          <w:p w:rsidR="00CD6E31" w:rsidRDefault="00CD6E31" w:rsidP="00D010D2"/>
          <w:p w:rsidR="00CD6E31" w:rsidRDefault="00CD6E31" w:rsidP="00D010D2"/>
          <w:p w:rsidR="00EA121C" w:rsidRPr="00F4718B" w:rsidRDefault="00EA121C" w:rsidP="00D010D2"/>
        </w:tc>
      </w:tr>
      <w:tr w:rsidR="00EA121C" w:rsidTr="00D010D2">
        <w:tc>
          <w:tcPr>
            <w:tcW w:w="4889" w:type="dxa"/>
          </w:tcPr>
          <w:p w:rsidR="00EA121C" w:rsidRDefault="00EA121C" w:rsidP="00D010D2"/>
          <w:p w:rsidR="00CD6E31" w:rsidRDefault="00CD6E31" w:rsidP="00D010D2"/>
          <w:p w:rsidR="00CD6E31" w:rsidRDefault="00CD6E31" w:rsidP="00D010D2"/>
          <w:p w:rsidR="00CD6E31" w:rsidRDefault="00CD6E31" w:rsidP="00D010D2"/>
          <w:p w:rsidR="00CD6E31" w:rsidRDefault="00CD6E31" w:rsidP="00D010D2"/>
          <w:p w:rsidR="00CD6E31" w:rsidRDefault="00CD6E31" w:rsidP="00D010D2"/>
          <w:p w:rsidR="00CD6E31" w:rsidRPr="00DB114C" w:rsidRDefault="00CD6E31" w:rsidP="00D010D2"/>
        </w:tc>
        <w:tc>
          <w:tcPr>
            <w:tcW w:w="4889" w:type="dxa"/>
          </w:tcPr>
          <w:p w:rsidR="00EA121C" w:rsidRPr="00DB114C" w:rsidRDefault="00EA121C" w:rsidP="00CD6E31"/>
        </w:tc>
      </w:tr>
      <w:tr w:rsidR="00EA121C" w:rsidTr="00D010D2">
        <w:tc>
          <w:tcPr>
            <w:tcW w:w="4889" w:type="dxa"/>
          </w:tcPr>
          <w:p w:rsidR="00EA121C" w:rsidRDefault="00EA121C" w:rsidP="00D010D2">
            <w:r>
              <w:t xml:space="preserve"> </w:t>
            </w:r>
          </w:p>
          <w:p w:rsidR="00EA121C" w:rsidRDefault="00EA121C" w:rsidP="00D010D2">
            <w:pPr>
              <w:rPr>
                <w:b/>
              </w:rPr>
            </w:pPr>
          </w:p>
        </w:tc>
        <w:tc>
          <w:tcPr>
            <w:tcW w:w="4889" w:type="dxa"/>
          </w:tcPr>
          <w:p w:rsidR="00EA121C" w:rsidRDefault="00EA121C" w:rsidP="00D010D2">
            <w:pPr>
              <w:rPr>
                <w:b/>
              </w:rPr>
            </w:pPr>
          </w:p>
          <w:p w:rsidR="00CD6E31" w:rsidRDefault="00CD6E31" w:rsidP="00D010D2">
            <w:pPr>
              <w:rPr>
                <w:b/>
              </w:rPr>
            </w:pPr>
          </w:p>
          <w:p w:rsidR="00CD6E31" w:rsidRDefault="00CD6E31" w:rsidP="00D010D2">
            <w:pPr>
              <w:rPr>
                <w:b/>
              </w:rPr>
            </w:pPr>
          </w:p>
          <w:p w:rsidR="00CD6E31" w:rsidRDefault="00CD6E31" w:rsidP="00D010D2">
            <w:pPr>
              <w:rPr>
                <w:b/>
              </w:rPr>
            </w:pPr>
          </w:p>
          <w:p w:rsidR="00CD6E31" w:rsidRDefault="00CD6E31" w:rsidP="00D010D2">
            <w:pPr>
              <w:rPr>
                <w:b/>
              </w:rPr>
            </w:pPr>
          </w:p>
          <w:p w:rsidR="00CD6E31" w:rsidRDefault="00CD6E31" w:rsidP="00D010D2">
            <w:pPr>
              <w:rPr>
                <w:b/>
              </w:rPr>
            </w:pPr>
          </w:p>
          <w:p w:rsidR="00CD6E31" w:rsidRDefault="00CD6E31" w:rsidP="00D010D2">
            <w:pPr>
              <w:rPr>
                <w:b/>
              </w:rPr>
            </w:pPr>
          </w:p>
        </w:tc>
      </w:tr>
    </w:tbl>
    <w:p w:rsidR="007637AC" w:rsidRPr="004C2B27" w:rsidRDefault="007637AC" w:rsidP="00EA121C">
      <w:pPr>
        <w:rPr>
          <w:b/>
        </w:rPr>
      </w:pPr>
    </w:p>
    <w:p w:rsidR="00EA121C" w:rsidRDefault="00EA121C" w:rsidP="00EA121C">
      <w:pPr>
        <w:rPr>
          <w:b/>
        </w:rPr>
      </w:pPr>
      <w:r>
        <w:rPr>
          <w:b/>
        </w:rPr>
        <w:t>Weiterführende Fragen:</w:t>
      </w:r>
    </w:p>
    <w:p w:rsidR="00EA121C" w:rsidRDefault="00EA121C" w:rsidP="00EA121C">
      <w:pPr>
        <w:rPr>
          <w:b/>
        </w:rPr>
      </w:pPr>
    </w:p>
    <w:p w:rsidR="00CD6932" w:rsidRPr="0044650F" w:rsidRDefault="00EA121C" w:rsidP="00603996">
      <w:r>
        <w:rPr>
          <w:b/>
        </w:rPr>
        <w:t xml:space="preserve">Was hätten die beiden Gesprächspartner jeweils tun können, damit das Gespräch zu einem erfolgreichen Ergebnis führt? </w:t>
      </w:r>
    </w:p>
    <w:sectPr w:rsidR="00CD6932" w:rsidRPr="0044650F" w:rsidSect="0060399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2EB" w:rsidRDefault="007D22EB" w:rsidP="001E03DE">
      <w:r>
        <w:separator/>
      </w:r>
    </w:p>
  </w:endnote>
  <w:endnote w:type="continuationSeparator" w:id="0">
    <w:p w:rsidR="007D22EB" w:rsidRDefault="007D22E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996" w:rsidRDefault="00603996" w:rsidP="0060399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603996" w:rsidTr="00065729">
      <w:tc>
        <w:tcPr>
          <w:tcW w:w="817" w:type="dxa"/>
        </w:tcPr>
        <w:p w:rsidR="00603996" w:rsidRDefault="00603996" w:rsidP="00065729">
          <w:pPr>
            <w:pStyle w:val="Fuzeile"/>
          </w:pPr>
        </w:p>
      </w:tc>
      <w:tc>
        <w:tcPr>
          <w:tcW w:w="8371" w:type="dxa"/>
        </w:tcPr>
        <w:p w:rsidR="00603996" w:rsidRDefault="00603996" w:rsidP="00065729">
          <w:pPr>
            <w:pStyle w:val="Fuzeile"/>
          </w:pPr>
        </w:p>
      </w:tc>
      <w:tc>
        <w:tcPr>
          <w:tcW w:w="666" w:type="dxa"/>
        </w:tcPr>
        <w:p w:rsidR="00603996" w:rsidRDefault="00603996" w:rsidP="00065729">
          <w:pPr>
            <w:pStyle w:val="Fuzeile"/>
          </w:pPr>
        </w:p>
      </w:tc>
    </w:tr>
    <w:tr w:rsidR="00603996" w:rsidTr="00065729">
      <w:tc>
        <w:tcPr>
          <w:tcW w:w="817" w:type="dxa"/>
        </w:tcPr>
        <w:p w:rsidR="00603996" w:rsidRDefault="00603996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603996" w:rsidRDefault="00603996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603996" w:rsidRDefault="00603996" w:rsidP="00065729">
          <w:pPr>
            <w:pStyle w:val="Fuzeile"/>
          </w:pPr>
        </w:p>
      </w:tc>
    </w:tr>
    <w:tr w:rsidR="00603996" w:rsidTr="00065729">
      <w:tc>
        <w:tcPr>
          <w:tcW w:w="817" w:type="dxa"/>
        </w:tcPr>
        <w:p w:rsidR="00603996" w:rsidRPr="008A6B36" w:rsidRDefault="00603996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603996" w:rsidRDefault="007B2EC8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603996" w:rsidRDefault="00603996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E01C3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603996" w:rsidRDefault="0060399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613590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60399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2EB" w:rsidRDefault="007D22EB" w:rsidP="001E03DE">
      <w:r>
        <w:separator/>
      </w:r>
    </w:p>
  </w:footnote>
  <w:footnote w:type="continuationSeparator" w:id="0">
    <w:p w:rsidR="007D22EB" w:rsidRDefault="007D22E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C3" w:rsidRDefault="00BE01C3" w:rsidP="00BE01C3">
    <w:pPr>
      <w:pStyle w:val="Kopfzeile"/>
    </w:pPr>
    <w:r>
      <w:rPr>
        <w:noProof/>
      </w:rPr>
      <w:pict>
        <v:group id="Gruppieren 564" o:spid="_x0000_s4122" style="position:absolute;margin-left:48.85pt;margin-top:23.5pt;width:489.75pt;height:34.3pt;z-index:251658240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UUWeL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2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<v:textbox style="mso-next-textbox:#Textfeld 2">
              <w:txbxContent>
                <w:p w:rsidR="00BE01C3" w:rsidRPr="00E20335" w:rsidRDefault="00BE01C3" w:rsidP="00BE01C3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566" o:spid="_x0000_s4124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<v:imagedata r:id="rId1" o:title=""/>
            <v:path arrowok="t"/>
          </v:shape>
          <v:line id="Gerade Verbindung 567" o:spid="_x0000_s4125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<w10:wrap anchorx="page" anchory="page"/>
        </v:group>
      </w:pict>
    </w:r>
  </w:p>
  <w:p w:rsidR="00603996" w:rsidRPr="00BE01C3" w:rsidRDefault="00603996" w:rsidP="00BE01C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BE01C3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21" o:spid="_x0000_s4097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0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F131AC" w:rsidRPr="00E20335" w:rsidRDefault="00F131AC" w:rsidP="00F131AC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099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098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27E26"/>
    <w:multiLevelType w:val="hybridMultilevel"/>
    <w:tmpl w:val="35BE01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0"/>
  </w:num>
  <w:num w:numId="23">
    <w:abstractNumId w:val="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126"/>
    <o:shapelayout v:ext="edit">
      <o:idmap v:ext="edit" data="4"/>
      <o:rules v:ext="edit">
        <o:r id="V:Rule1" type="connector" idref="#Gerade Verbindung 567"/>
        <o:r id="V:Rule2" type="connector" idref="#Gerade Verbindung 56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7AC"/>
    <w:rsid w:val="0006702D"/>
    <w:rsid w:val="001A2103"/>
    <w:rsid w:val="001D682E"/>
    <w:rsid w:val="001E03DE"/>
    <w:rsid w:val="002223B8"/>
    <w:rsid w:val="00260E57"/>
    <w:rsid w:val="002770EA"/>
    <w:rsid w:val="00281B97"/>
    <w:rsid w:val="00296589"/>
    <w:rsid w:val="002B4BEE"/>
    <w:rsid w:val="002D2EBC"/>
    <w:rsid w:val="00316B8D"/>
    <w:rsid w:val="003C395B"/>
    <w:rsid w:val="003D3685"/>
    <w:rsid w:val="00415E2A"/>
    <w:rsid w:val="00445B6B"/>
    <w:rsid w:val="0044650F"/>
    <w:rsid w:val="00447118"/>
    <w:rsid w:val="0052506E"/>
    <w:rsid w:val="0059459B"/>
    <w:rsid w:val="00603996"/>
    <w:rsid w:val="00613590"/>
    <w:rsid w:val="00713E1A"/>
    <w:rsid w:val="00756F95"/>
    <w:rsid w:val="007637AC"/>
    <w:rsid w:val="007B2EC8"/>
    <w:rsid w:val="007D22EB"/>
    <w:rsid w:val="008A6B36"/>
    <w:rsid w:val="008A7911"/>
    <w:rsid w:val="008D0CF0"/>
    <w:rsid w:val="00912DF0"/>
    <w:rsid w:val="009533B3"/>
    <w:rsid w:val="009935DA"/>
    <w:rsid w:val="009C05F9"/>
    <w:rsid w:val="009E04E8"/>
    <w:rsid w:val="00B127D0"/>
    <w:rsid w:val="00B37516"/>
    <w:rsid w:val="00BE01C3"/>
    <w:rsid w:val="00C1176F"/>
    <w:rsid w:val="00C22DA6"/>
    <w:rsid w:val="00C329C9"/>
    <w:rsid w:val="00C567FF"/>
    <w:rsid w:val="00C77B50"/>
    <w:rsid w:val="00C91AD3"/>
    <w:rsid w:val="00CD6932"/>
    <w:rsid w:val="00CD6E31"/>
    <w:rsid w:val="00D02AC0"/>
    <w:rsid w:val="00D43044"/>
    <w:rsid w:val="00DA114A"/>
    <w:rsid w:val="00DC7E46"/>
    <w:rsid w:val="00E034C7"/>
    <w:rsid w:val="00E15C59"/>
    <w:rsid w:val="00E82045"/>
    <w:rsid w:val="00E850CF"/>
    <w:rsid w:val="00EA121C"/>
    <w:rsid w:val="00ED7A45"/>
    <w:rsid w:val="00EE6C52"/>
    <w:rsid w:val="00F02C8C"/>
    <w:rsid w:val="00F131AC"/>
    <w:rsid w:val="00F44A67"/>
    <w:rsid w:val="00F45464"/>
    <w:rsid w:val="00F5009C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91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Dialoganalyse%20Arbeitsbl&#228;tt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4A86B-27CE-4406-8AC7-1F0A264C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Dialoganalyse Arbeitsblätter.dotx</Template>
  <TotalTime>0</TotalTime>
  <Pages>6</Pages>
  <Words>377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8</cp:revision>
  <cp:lastPrinted>2017-09-27T14:50:00Z</cp:lastPrinted>
  <dcterms:created xsi:type="dcterms:W3CDTF">2017-11-25T17:44:00Z</dcterms:created>
  <dcterms:modified xsi:type="dcterms:W3CDTF">2018-06-28T12:10:00Z</dcterms:modified>
</cp:coreProperties>
</file>